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06AF0" w14:textId="270E5CC1" w:rsidR="009D01B1" w:rsidRPr="009D01B1" w:rsidRDefault="009D01B1" w:rsidP="00D07A74">
      <w:pPr>
        <w:jc w:val="center"/>
      </w:pPr>
      <w:r>
        <w:t>Nina</w:t>
      </w:r>
      <w:r w:rsidRPr="009D01B1">
        <w:t xml:space="preserve"> von </w:t>
      </w:r>
      <w:proofErr w:type="spellStart"/>
      <w:r w:rsidRPr="009D01B1">
        <w:t>Lauffe</w:t>
      </w:r>
      <w:proofErr w:type="spellEnd"/>
    </w:p>
    <w:p w14:paraId="5FC35892" w14:textId="77777777" w:rsidR="009D01B1" w:rsidRPr="009D01B1" w:rsidRDefault="009D01B1" w:rsidP="00CF05CB">
      <w:pPr>
        <w:jc w:val="center"/>
      </w:pPr>
      <w:r w:rsidRPr="009D01B1">
        <w:t>Neue Kölner Str. 3</w:t>
      </w:r>
    </w:p>
    <w:p w14:paraId="6429BBA5" w14:textId="77777777" w:rsidR="009D01B1" w:rsidRPr="009D01B1" w:rsidRDefault="009D01B1" w:rsidP="009D01B1">
      <w:pPr>
        <w:jc w:val="center"/>
      </w:pPr>
      <w:r w:rsidRPr="009D01B1">
        <w:t>51465 Bergisch Gladbach</w:t>
      </w:r>
    </w:p>
    <w:p w14:paraId="30108448" w14:textId="77777777" w:rsidR="009D01B1" w:rsidRPr="009D01B1" w:rsidRDefault="009D01B1" w:rsidP="009D01B1">
      <w:pPr>
        <w:jc w:val="center"/>
      </w:pPr>
      <w:r w:rsidRPr="009D01B1">
        <w:t>Tel.: 02202 122333</w:t>
      </w:r>
    </w:p>
    <w:p w14:paraId="04AF81BF" w14:textId="77777777" w:rsidR="009D01B1" w:rsidRDefault="009D01B1" w:rsidP="009D01B1">
      <w:pPr>
        <w:jc w:val="center"/>
      </w:pPr>
      <w:r w:rsidRPr="009D01B1">
        <w:t>E-Mail: VonLauffe@cologneweb.de</w:t>
      </w:r>
    </w:p>
    <w:p w14:paraId="6D0931BA" w14:textId="7939911E" w:rsidR="009D01B1" w:rsidRPr="009D01B1" w:rsidRDefault="009D01B1" w:rsidP="009D01B1">
      <w:pPr>
        <w:jc w:val="center"/>
      </w:pPr>
      <w:r>
        <w:t xml:space="preserve">LinkedIn: Nina von </w:t>
      </w:r>
      <w:proofErr w:type="spellStart"/>
      <w:r>
        <w:t>Lauffe</w:t>
      </w:r>
      <w:proofErr w:type="spellEnd"/>
    </w:p>
    <w:p w14:paraId="5C1129B8" w14:textId="77777777" w:rsidR="009D01B1" w:rsidRPr="009D01B1" w:rsidRDefault="009D01B1" w:rsidP="009D01B1"/>
    <w:p w14:paraId="197A4D90" w14:textId="77777777" w:rsidR="009D01B1" w:rsidRPr="009D01B1" w:rsidRDefault="009D01B1" w:rsidP="009D01B1"/>
    <w:p w14:paraId="03FE5F5D" w14:textId="77777777" w:rsidR="009D01B1" w:rsidRPr="009D01B1" w:rsidRDefault="009D01B1" w:rsidP="009D01B1">
      <w:r w:rsidRPr="009D01B1">
        <w:t>Rechtsanwälte</w:t>
      </w:r>
    </w:p>
    <w:p w14:paraId="509D224A" w14:textId="09F80998" w:rsidR="009D01B1" w:rsidRPr="009D01B1" w:rsidRDefault="009D01B1" w:rsidP="009D01B1">
      <w:r>
        <w:t>Dr. Carolin</w:t>
      </w:r>
      <w:r w:rsidRPr="009D01B1">
        <w:t xml:space="preserve"> Rainer und Paul </w:t>
      </w:r>
      <w:proofErr w:type="spellStart"/>
      <w:r w:rsidRPr="009D01B1">
        <w:t>Ugaroff</w:t>
      </w:r>
      <w:proofErr w:type="spellEnd"/>
    </w:p>
    <w:p w14:paraId="373950DE" w14:textId="77777777" w:rsidR="009D01B1" w:rsidRPr="009D01B1" w:rsidRDefault="009D01B1" w:rsidP="009D01B1">
      <w:r w:rsidRPr="009D01B1">
        <w:t>Lindenallee 15</w:t>
      </w:r>
    </w:p>
    <w:p w14:paraId="2CE02247" w14:textId="77777777" w:rsidR="009D01B1" w:rsidRPr="009D01B1" w:rsidRDefault="009D01B1" w:rsidP="009D01B1">
      <w:r w:rsidRPr="009D01B1">
        <w:t>90429 Nürnberg</w:t>
      </w:r>
    </w:p>
    <w:p w14:paraId="2D8FB82A" w14:textId="77777777" w:rsidR="009D01B1" w:rsidRPr="009D01B1" w:rsidRDefault="009D01B1" w:rsidP="009D01B1"/>
    <w:p w14:paraId="7D98E9D6" w14:textId="77777777" w:rsidR="009D01B1" w:rsidRPr="009D01B1" w:rsidRDefault="009D01B1" w:rsidP="009D01B1"/>
    <w:p w14:paraId="6E4FBAFD" w14:textId="6653ECC5" w:rsidR="009D01B1" w:rsidRPr="009D01B1" w:rsidRDefault="009D01B1" w:rsidP="009D01B1">
      <w:pPr>
        <w:jc w:val="right"/>
      </w:pPr>
      <w:r w:rsidRPr="009D01B1">
        <w:t>Bergisch Gladbach, 9. Februar 201</w:t>
      </w:r>
      <w:r>
        <w:t>6</w:t>
      </w:r>
    </w:p>
    <w:p w14:paraId="03C56CAE" w14:textId="77777777" w:rsidR="009D01B1" w:rsidRPr="009D01B1" w:rsidRDefault="009D01B1" w:rsidP="009D01B1"/>
    <w:p w14:paraId="47E710EC" w14:textId="77777777" w:rsidR="009D01B1" w:rsidRPr="009D01B1" w:rsidRDefault="009D01B1" w:rsidP="009D01B1"/>
    <w:p w14:paraId="0681130B" w14:textId="6E18F2D1" w:rsidR="009D01B1" w:rsidRPr="009D01B1" w:rsidRDefault="009D01B1" w:rsidP="009D01B1">
      <w:pPr>
        <w:rPr>
          <w:b/>
        </w:rPr>
      </w:pPr>
      <w:r w:rsidRPr="009D01B1">
        <w:rPr>
          <w:b/>
        </w:rPr>
        <w:t>Bewerbung als Bürokraft</w:t>
      </w:r>
      <w:r>
        <w:rPr>
          <w:b/>
        </w:rPr>
        <w:t xml:space="preserve"> (</w:t>
      </w:r>
      <w:r w:rsidRPr="009D01B1">
        <w:rPr>
          <w:b/>
        </w:rPr>
        <w:t>Teilzeit</w:t>
      </w:r>
      <w:r>
        <w:rPr>
          <w:b/>
        </w:rPr>
        <w:t>)</w:t>
      </w:r>
    </w:p>
    <w:p w14:paraId="20C4304A" w14:textId="77777777" w:rsidR="009D01B1" w:rsidRPr="009D01B1" w:rsidRDefault="009D01B1" w:rsidP="009D01B1"/>
    <w:p w14:paraId="217D4F91" w14:textId="77777777" w:rsidR="009D01B1" w:rsidRPr="009D01B1" w:rsidRDefault="009D01B1" w:rsidP="009D01B1"/>
    <w:p w14:paraId="5F62287E" w14:textId="52896E04" w:rsidR="009D01B1" w:rsidRPr="009D01B1" w:rsidRDefault="009D01B1" w:rsidP="009D01B1">
      <w:r w:rsidRPr="009D01B1">
        <w:t xml:space="preserve">Sehr geehrte Frau </w:t>
      </w:r>
      <w:r>
        <w:t xml:space="preserve">Dr. </w:t>
      </w:r>
      <w:r w:rsidRPr="009D01B1">
        <w:t xml:space="preserve">Rainer, sehr geehrter Herr </w:t>
      </w:r>
      <w:proofErr w:type="spellStart"/>
      <w:r w:rsidRPr="009D01B1">
        <w:t>Ugaroff</w:t>
      </w:r>
      <w:proofErr w:type="spellEnd"/>
      <w:r w:rsidRPr="009D01B1">
        <w:t>,</w:t>
      </w:r>
    </w:p>
    <w:p w14:paraId="53B85A2A" w14:textId="77777777" w:rsidR="009D01B1" w:rsidRPr="009D01B1" w:rsidRDefault="009D01B1" w:rsidP="009D01B1">
      <w:pPr>
        <w:rPr>
          <w:sz w:val="14"/>
          <w:szCs w:val="14"/>
        </w:rPr>
      </w:pPr>
    </w:p>
    <w:p w14:paraId="6267E8C7" w14:textId="5E74DDB9" w:rsidR="009D01B1" w:rsidRPr="009D01B1" w:rsidRDefault="009D01B1" w:rsidP="009D01B1">
      <w:r>
        <w:t>unter www.jobjob.net</w:t>
      </w:r>
      <w:r w:rsidRPr="009D01B1">
        <w:t xml:space="preserve"> stieß ich auf Ihre Stellenanzeige</w:t>
      </w:r>
      <w:r>
        <w:t xml:space="preserve"> vom 2.2.2016</w:t>
      </w:r>
      <w:r w:rsidRPr="009D01B1">
        <w:t>. Die darin beschrieb</w:t>
      </w:r>
      <w:r w:rsidRPr="009D01B1">
        <w:t>e</w:t>
      </w:r>
      <w:r w:rsidRPr="009D01B1">
        <w:t>nen Aufgaben reizen mich sehr, daher bewerbe ich mich als Allround-Bürokraft in Ihrer Kanzlei.</w:t>
      </w:r>
    </w:p>
    <w:p w14:paraId="475A0D3C" w14:textId="77777777" w:rsidR="009D01B1" w:rsidRPr="009D01B1" w:rsidRDefault="009D01B1" w:rsidP="009D01B1">
      <w:pPr>
        <w:rPr>
          <w:sz w:val="14"/>
          <w:szCs w:val="14"/>
        </w:rPr>
      </w:pPr>
    </w:p>
    <w:p w14:paraId="64BA82B3" w14:textId="6FEC413A" w:rsidR="009D01B1" w:rsidRPr="009D01B1" w:rsidRDefault="009D01B1" w:rsidP="009D01B1">
      <w:r w:rsidRPr="009D01B1">
        <w:t>Sie suchen jemanden, der mit lebhaftem Kundenbetrieb umgehen kann? Ich habe Freude am Umgang mit Menschen und verfüge</w:t>
      </w:r>
      <w:r>
        <w:t xml:space="preserve"> sowohl</w:t>
      </w:r>
      <w:r w:rsidRPr="009D01B1">
        <w:t xml:space="preserve"> über </w:t>
      </w:r>
      <w:r>
        <w:t>gute</w:t>
      </w:r>
      <w:r w:rsidRPr="009D01B1">
        <w:t xml:space="preserve"> Kommunikationsfähigkeit</w:t>
      </w:r>
      <w:r>
        <w:t xml:space="preserve">en als auch über gute Umgangsformen. </w:t>
      </w:r>
      <w:r w:rsidRPr="009D01B1">
        <w:t>Sie brauchen eine Kraft, die Büroarbeiten zuverlässig und schnell erledigt? Ich bin gewissenhaft und arbeite – auch am Computer – effizient! Sie e</w:t>
      </w:r>
      <w:r w:rsidRPr="009D01B1">
        <w:t>r</w:t>
      </w:r>
      <w:r w:rsidRPr="009D01B1">
        <w:t>warten jemanden, der nach Diktat oder Stichworten fehlerfrei schreibt? Ich beherrsche die deutsche Sprache sehr gut (schon zu Schulzeiten war ich als „Duden-Ersatz“ gefragt). Sie brauchen jemanden mit Stressresistenz? Mit Stress kann ich umgehen. Schließlich verbinde ich die Berufstätigkeit mit meiner Aufgabe als alleinerziehende Mut</w:t>
      </w:r>
      <w:r>
        <w:t xml:space="preserve">ter </w:t>
      </w:r>
      <w:r w:rsidRPr="009D01B1">
        <w:t xml:space="preserve">einer mittlerweile </w:t>
      </w:r>
      <w:r>
        <w:t>sieben</w:t>
      </w:r>
      <w:r w:rsidRPr="009D01B1">
        <w:t>jährigen Tochter (Versorgung ist sichergestellt).</w:t>
      </w:r>
    </w:p>
    <w:p w14:paraId="6234E6F1" w14:textId="77777777" w:rsidR="009D01B1" w:rsidRPr="009D01B1" w:rsidRDefault="009D01B1" w:rsidP="009D01B1">
      <w:pPr>
        <w:rPr>
          <w:sz w:val="14"/>
          <w:szCs w:val="14"/>
        </w:rPr>
      </w:pPr>
    </w:p>
    <w:p w14:paraId="03B82113" w14:textId="558F3744" w:rsidR="009D01B1" w:rsidRPr="009D01B1" w:rsidRDefault="009D01B1" w:rsidP="009D01B1">
      <w:r w:rsidRPr="009D01B1">
        <w:t>Meine Gehaltsvorstellungen liegen bei ... brutto/Monat. Da ich mich aktuell in einer beruf</w:t>
      </w:r>
      <w:r w:rsidR="00D07A74">
        <w:t>-</w:t>
      </w:r>
      <w:proofErr w:type="spellStart"/>
      <w:r w:rsidRPr="009D01B1">
        <w:t>lichen</w:t>
      </w:r>
      <w:proofErr w:type="spellEnd"/>
      <w:r w:rsidRPr="009D01B1">
        <w:t xml:space="preserve"> Veränderungssituation befinde, könnte ich auch kurzfristig bei Ihnen anfangen.</w:t>
      </w:r>
    </w:p>
    <w:p w14:paraId="49D97E23" w14:textId="77777777" w:rsidR="009D01B1" w:rsidRPr="009D01B1" w:rsidRDefault="009D01B1" w:rsidP="009D01B1">
      <w:pPr>
        <w:rPr>
          <w:sz w:val="14"/>
          <w:szCs w:val="14"/>
        </w:rPr>
      </w:pPr>
    </w:p>
    <w:p w14:paraId="37C8F34F" w14:textId="77777777" w:rsidR="009D01B1" w:rsidRPr="009D01B1" w:rsidRDefault="009D01B1" w:rsidP="009D01B1">
      <w:r w:rsidRPr="009D01B1">
        <w:t xml:space="preserve">Interessiert? Dann lassen Sie uns den Termin für ein Vorstellungsgespräch vereinbaren. </w:t>
      </w:r>
    </w:p>
    <w:p w14:paraId="332AFB70" w14:textId="77777777" w:rsidR="009D01B1" w:rsidRPr="009D01B1" w:rsidRDefault="009D01B1" w:rsidP="009D01B1">
      <w:pPr>
        <w:rPr>
          <w:sz w:val="14"/>
          <w:szCs w:val="14"/>
        </w:rPr>
      </w:pPr>
    </w:p>
    <w:p w14:paraId="12FCB415" w14:textId="77777777" w:rsidR="009D01B1" w:rsidRDefault="009D01B1" w:rsidP="009D01B1">
      <w:r w:rsidRPr="009D01B1">
        <w:t>Aus dem Bergischen Land grüßt Sie freundlich</w:t>
      </w:r>
    </w:p>
    <w:p w14:paraId="2DF91FC9" w14:textId="77777777" w:rsidR="00D07A74" w:rsidRPr="009D01B1" w:rsidRDefault="00D07A74" w:rsidP="009D01B1"/>
    <w:p w14:paraId="329AD342" w14:textId="4F0C828C" w:rsidR="0095639B" w:rsidRPr="002D1CA2" w:rsidRDefault="00D07A74" w:rsidP="009D01B1">
      <w:pPr>
        <w:pStyle w:val="UnterschriftName"/>
        <w:rPr>
          <w:rFonts w:ascii="Lucida Handwriting" w:hAnsi="Lucida Handwriting"/>
        </w:rPr>
      </w:pPr>
      <w:bookmarkStart w:id="0" w:name="_GoBack"/>
      <w:r w:rsidRPr="002D1CA2">
        <w:rPr>
          <w:rFonts w:ascii="Lucida Handwriting" w:hAnsi="Lucida Handwriting"/>
        </w:rPr>
        <w:t>Nina</w:t>
      </w:r>
      <w:r w:rsidR="009D01B1" w:rsidRPr="002D1CA2">
        <w:rPr>
          <w:rFonts w:ascii="Lucida Handwriting" w:hAnsi="Lucida Handwriting"/>
        </w:rPr>
        <w:t xml:space="preserve"> von </w:t>
      </w:r>
      <w:proofErr w:type="spellStart"/>
      <w:r w:rsidR="009D01B1" w:rsidRPr="002D1CA2">
        <w:rPr>
          <w:rFonts w:ascii="Lucida Handwriting" w:hAnsi="Lucida Handwriting"/>
        </w:rPr>
        <w:t>Lauffe</w:t>
      </w:r>
      <w:bookmarkEnd w:id="0"/>
      <w:proofErr w:type="spellEnd"/>
    </w:p>
    <w:sectPr w:rsidR="0095639B" w:rsidRPr="002D1CA2" w:rsidSect="00CF05CB">
      <w:pgSz w:w="11906" w:h="16838"/>
      <w:pgMar w:top="1134" w:right="1134" w:bottom="1134" w:left="136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21238A"/>
    <w:rsid w:val="002D1CA2"/>
    <w:rsid w:val="00370185"/>
    <w:rsid w:val="003B7D74"/>
    <w:rsid w:val="004F0647"/>
    <w:rsid w:val="00631380"/>
    <w:rsid w:val="006F5C84"/>
    <w:rsid w:val="00770743"/>
    <w:rsid w:val="008D2E71"/>
    <w:rsid w:val="008D76FD"/>
    <w:rsid w:val="0095639B"/>
    <w:rsid w:val="009D01B1"/>
    <w:rsid w:val="00A479D8"/>
    <w:rsid w:val="00A66DEC"/>
    <w:rsid w:val="00AB6AAA"/>
    <w:rsid w:val="00AE72C8"/>
    <w:rsid w:val="00B14BB3"/>
    <w:rsid w:val="00C841F7"/>
    <w:rsid w:val="00CC7DA6"/>
    <w:rsid w:val="00CF05CB"/>
    <w:rsid w:val="00D07A74"/>
    <w:rsid w:val="00E37989"/>
    <w:rsid w:val="00EB3170"/>
    <w:rsid w:val="00F1444A"/>
    <w:rsid w:val="00F33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D07A74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CF05CB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 w:val="24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D07A74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CF05CB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 w:val="24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C646D4E4</Template>
  <TotalTime>0</TotalTime>
  <Pages>1</Pages>
  <Words>222</Words>
  <Characters>1402</Characters>
  <Application>Microsoft Office Word</Application>
  <DocSecurity>0</DocSecurity>
  <Lines>11</Lines>
  <Paragraphs>3</Paragraphs>
  <ScaleCrop>false</ScaleCrop>
  <Company>F G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2015-11-10T09:00:00Z</cp:lastPrinted>
  <dcterms:created xsi:type="dcterms:W3CDTF">2015-11-10T09:00:00Z</dcterms:created>
  <dcterms:modified xsi:type="dcterms:W3CDTF">2016-02-02T07:57:00Z</dcterms:modified>
</cp:coreProperties>
</file>